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9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98"/>
          <w:sz w:val="44"/>
          <w:szCs w:val="44"/>
        </w:rPr>
        <w:t>营口市</w:t>
      </w:r>
      <w:r>
        <w:rPr>
          <w:rFonts w:hint="eastAsia" w:ascii="方正小标宋简体" w:hAnsi="方正小标宋简体" w:eastAsia="方正小标宋简体" w:cs="方正小标宋简体"/>
          <w:w w:val="98"/>
          <w:sz w:val="44"/>
          <w:szCs w:val="44"/>
          <w:lang w:eastAsia="zh-CN"/>
        </w:rPr>
        <w:t>小型社会投资项目工程建设施工许可</w:t>
      </w:r>
      <w:r>
        <w:rPr>
          <w:rFonts w:hint="eastAsia" w:ascii="方正小标宋简体" w:hAnsi="方正小标宋简体" w:eastAsia="方正小标宋简体" w:cs="方正小标宋简体"/>
          <w:w w:val="98"/>
          <w:sz w:val="44"/>
          <w:szCs w:val="44"/>
        </w:rPr>
        <w:t>阶段申请表</w:t>
      </w:r>
    </w:p>
    <w:p>
      <w:pPr>
        <w:adjustRightInd w:val="0"/>
        <w:snapToGrid w:val="0"/>
        <w:ind w:left="-1134" w:leftChars="-540"/>
        <w:jc w:val="left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 xml:space="preserve">                                   </w:t>
      </w:r>
    </w:p>
    <w:tbl>
      <w:tblPr>
        <w:tblStyle w:val="7"/>
        <w:tblW w:w="10081" w:type="dxa"/>
        <w:jc w:val="center"/>
        <w:tblBorders>
          <w:top w:val="single" w:color="auto" w:sz="2" w:space="0"/>
          <w:left w:val="single" w:color="auto" w:sz="12" w:space="0"/>
          <w:bottom w:val="single" w:color="auto" w:sz="2" w:space="0"/>
          <w:right w:val="single" w:color="auto" w:sz="12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1560"/>
        <w:gridCol w:w="3689"/>
        <w:gridCol w:w="1516"/>
        <w:gridCol w:w="1020"/>
        <w:gridCol w:w="1755"/>
      </w:tblGrid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0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-57" w:leftChars="-33" w:right="-107" w:rightChars="-51" w:hanging="12" w:hangingChars="4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lang w:eastAsia="zh-CN"/>
              </w:rPr>
              <w:t>申请单位基本情况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848" w:firstLineChars="230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u w:val="single"/>
                <w:lang w:eastAsia="zh-CN"/>
              </w:rPr>
              <w:t>单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u w:val="none"/>
                <w:lang w:eastAsia="zh-CN"/>
              </w:rPr>
              <w:t>单位名称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-78" w:leftChars="-37" w:right="301" w:firstLine="206" w:firstLineChars="98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-78" w:leftChars="-37" w:right="301" w:firstLine="206" w:firstLineChars="98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-113" w:leftChars="-54" w:right="-176" w:rightChars="-84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统一社会信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-113" w:leftChars="-54" w:right="-176" w:rightChars="-84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用代码证号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1" w:leftChars="-33" w:right="-107" w:rightChars="-51" w:hanging="8" w:hangingChars="4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单位地址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-113" w:leftChars="-54" w:right="-176" w:rightChars="-84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邮政编码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1" w:leftChars="-33" w:right="-107" w:rightChars="-51" w:hanging="8" w:hangingChars="4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单位法人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86" w:leftChars="-41" w:right="-122" w:rightChars="-58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1" w:leftChars="-33" w:right="-107" w:rightChars="-51" w:hanging="8" w:hangingChars="4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项目负责人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86" w:leftChars="-41" w:right="-122" w:rightChars="-58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61" w:leftChars="-33" w:right="-107" w:rightChars="-51" w:hanging="8" w:hangingChars="4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委托代理人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left="-86" w:leftChars="-41" w:right="-57" w:rightChars="-27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right="-141" w:rightChars="-67"/>
              <w:jc w:val="both"/>
              <w:textAlignment w:val="auto"/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21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right="-176" w:rightChars="-84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送达方式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exact"/>
              <w:ind w:right="-162" w:rightChars="-77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窗口送达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21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ind w:right="-176" w:rightChars="-84" w:firstLine="316" w:firstLineChars="150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exact"/>
              <w:ind w:right="-162" w:rightChars="-77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快递送达     送达地址：     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到付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exact"/>
          <w:jc w:val="center"/>
        </w:trPr>
        <w:tc>
          <w:tcPr>
            <w:tcW w:w="100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lang w:eastAsia="zh-CN"/>
              </w:rPr>
              <w:t>项目基本情况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项目名称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 w:firstLine="525" w:firstLineChars="25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项目代码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立项类型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审批□核准□备案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立项文号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立项批复日期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立项批复机关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立项级别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项目报建编号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是否生成</w:t>
            </w:r>
          </w:p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子项目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子项目名称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子项名代码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exac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建设用地规划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许可证号</w:t>
            </w:r>
          </w:p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建设工程规划许可证号</w:t>
            </w:r>
          </w:p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exact"/>
          <w:jc w:val="center"/>
        </w:trPr>
        <w:tc>
          <w:tcPr>
            <w:tcW w:w="21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建设地点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□市本级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站前区 □西市区 □老边区 □鲅鱼圈区 □大石桥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□盖州市 </w:t>
            </w:r>
          </w:p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□沿海产业基地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北海开发区  □辽河开发区□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仙人岛开发区  </w:t>
            </w:r>
          </w:p>
          <w:p>
            <w:pPr>
              <w:ind w:right="-63" w:rightChars="-3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□自贸区营口片区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exact"/>
          <w:jc w:val="center"/>
        </w:trPr>
        <w:tc>
          <w:tcPr>
            <w:tcW w:w="21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63" w:rightChars="-3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具体位置：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用地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面积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  <w:t>平方米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总长度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  <w:t>米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8" w:right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建筑面积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总建筑面积：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  <w:t>平方米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  地上：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  <w:t>平方米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   地下：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  <w:t>平方米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建筑栋数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 w:firstLine="1475" w:firstLineChars="70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5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建筑层数</w:t>
            </w:r>
          </w:p>
        </w:tc>
        <w:tc>
          <w:tcPr>
            <w:tcW w:w="27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建筑高度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7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中标通知书编号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 w:firstLine="1470" w:firstLineChars="700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施工图审查</w:t>
            </w:r>
          </w:p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合格证号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 w:firstLine="421" w:firstLineChars="20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计划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开工时间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 w:firstLine="1470" w:firstLineChars="700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 xml:space="preserve">月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日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计划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竣工时间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 w:firstLine="421" w:firstLineChars="200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施工方式</w:t>
            </w:r>
          </w:p>
        </w:tc>
        <w:tc>
          <w:tcPr>
            <w:tcW w:w="52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单体工程 □分期建设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□分标段工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□整体工程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eastAsiaTheme="minorEastAsia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工程造价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lang w:eastAsia="zh-CN"/>
              </w:rPr>
              <w:t>万元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是否进行市政报装</w:t>
            </w:r>
          </w:p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事项申请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default" w:ascii="宋体" w:hAnsi="宋体" w:cs="宋体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  <w:lang w:eastAsia="zh-CN"/>
              </w:rPr>
              <w:t>否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请根据实际情况选择是否进行市政报装 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1" w:hRule="atLeast"/>
          <w:jc w:val="center"/>
        </w:trPr>
        <w:tc>
          <w:tcPr>
            <w:tcW w:w="5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ind w:right="-162" w:rightChars="-77" w:firstLine="421" w:firstLineChars="200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勘察单位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勘察责任人</w:t>
            </w:r>
          </w:p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 w:firstLine="210" w:firstLineChars="100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  <w:jc w:val="center"/>
        </w:trPr>
        <w:tc>
          <w:tcPr>
            <w:tcW w:w="5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法人代表</w:t>
            </w:r>
          </w:p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 w:firstLine="210" w:firstLineChars="1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5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ind w:right="-162" w:rightChars="-77" w:firstLine="421" w:firstLineChars="200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施工单位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项目经理</w:t>
            </w:r>
          </w:p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 w:firstLine="210" w:firstLineChars="1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  <w:jc w:val="center"/>
        </w:trPr>
        <w:tc>
          <w:tcPr>
            <w:tcW w:w="5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法人代表</w:t>
            </w:r>
          </w:p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 w:firstLine="210" w:firstLineChars="1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5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ind w:left="113" w:right="-162" w:rightChars="-77" w:firstLine="210" w:firstLineChars="100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监理单位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项目总监</w:t>
            </w:r>
          </w:p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 w:firstLine="210" w:firstLineChars="1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  <w:jc w:val="center"/>
        </w:trPr>
        <w:tc>
          <w:tcPr>
            <w:tcW w:w="5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法人代表</w:t>
            </w:r>
          </w:p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 w:firstLine="210" w:firstLineChars="1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5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ind w:left="113" w:right="-162" w:rightChars="-77" w:firstLine="210" w:firstLineChars="100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质量检测单位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质检负责人</w:t>
            </w:r>
          </w:p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 w:firstLine="210" w:firstLineChars="1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6" w:hRule="atLeast"/>
          <w:jc w:val="center"/>
        </w:trPr>
        <w:tc>
          <w:tcPr>
            <w:tcW w:w="5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法人代表</w:t>
            </w:r>
          </w:p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（姓名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身份证号）</w:t>
            </w:r>
          </w:p>
        </w:tc>
        <w:tc>
          <w:tcPr>
            <w:tcW w:w="3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 w:firstLine="210" w:firstLineChars="1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5" w:hRule="atLeast"/>
          <w:jc w:val="center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主流程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申请事项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建设工程（含临时建设）规划许可证核发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建设工程安全监督申报登记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</w:rPr>
              <w:t>工程质量监督手续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</w:rPr>
              <w:t>建筑工程施工许可证核发</w:t>
            </w:r>
          </w:p>
          <w:p>
            <w:pPr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</w:rPr>
              <w:t>施工图审查情况备案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</w:rPr>
              <w:t>城镇污水排入排水管网许可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</w:rPr>
              <w:t>供水报装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</w:rPr>
              <w:t>供电报装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</w:rPr>
              <w:t>燃气报装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</w:rPr>
              <w:t>热力报装</w:t>
            </w:r>
          </w:p>
          <w:p>
            <w:pPr>
              <w:snapToGrid w:val="0"/>
              <w:ind w:right="-162" w:rightChars="-77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</w:rPr>
              <w:t>通信设施报装</w:t>
            </w:r>
          </w:p>
        </w:tc>
      </w:tr>
      <w:tr>
        <w:tblPrEx>
          <w:tblBorders>
            <w:top w:val="single" w:color="auto" w:sz="2" w:space="0"/>
            <w:left w:val="single" w:color="auto" w:sz="12" w:space="0"/>
            <w:bottom w:val="single" w:color="auto" w:sz="2" w:space="0"/>
            <w:right w:val="single" w:color="auto" w:sz="12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  <w:jc w:val="center"/>
        </w:trPr>
        <w:tc>
          <w:tcPr>
            <w:tcW w:w="210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-162" w:rightChars="-77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并行流程申请事项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城市建筑垃圾处置核准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因工程建设需要拆除、改动、迁移供水、排水与污水处理设施审核</w:t>
            </w:r>
            <w:r>
              <w:rPr>
                <w:rFonts w:hint="eastAsia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/>
              </w:rPr>
              <w:t>建筑物门（楼）牌号编码确认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2" w:hRule="atLeast"/>
          <w:jc w:val="center"/>
        </w:trPr>
        <w:tc>
          <w:tcPr>
            <w:tcW w:w="10081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both"/>
              <w:rPr>
                <w:sz w:val="21"/>
                <w:szCs w:val="21"/>
              </w:rPr>
            </w:pPr>
          </w:p>
          <w:p>
            <w:pPr>
              <w:spacing w:line="240" w:lineRule="auto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申请人承诺：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both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我单位（本人）承诺对申报资料的真实性及数据的准确性（含电子文件与图纸的一致性）负责，若有任何虚报、瞒报、造假等不正当情形，审批机关可终止审理或撤销已核发的许可证件， 我单位（个人）自愿承担虚报、瞒报、造假等不正当手段而产生的一切法律责任。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center"/>
              <w:textAlignment w:val="auto"/>
              <w:rPr>
                <w:rFonts w:hint="default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                           </w:t>
            </w:r>
            <w:r>
              <w:rPr>
                <w:rFonts w:hint="eastAsia"/>
                <w:sz w:val="21"/>
                <w:szCs w:val="21"/>
              </w:rPr>
              <w:t>申请单位（盖章）：</w:t>
            </w:r>
            <w:r>
              <w:rPr>
                <w:rFonts w:hint="eastAsia"/>
                <w:sz w:val="21"/>
                <w:szCs w:val="21"/>
              </w:rPr>
              <w:br w:type="textWrapping"/>
            </w:r>
            <w:r>
              <w:rPr>
                <w:rFonts w:hint="eastAsia"/>
                <w:sz w:val="21"/>
                <w:szCs w:val="21"/>
              </w:rPr>
              <w:t>                             申请人（签名）：</w:t>
            </w:r>
            <w:r>
              <w:rPr>
                <w:rFonts w:hint="eastAsia"/>
                <w:sz w:val="21"/>
                <w:szCs w:val="21"/>
              </w:rPr>
              <w:br w:type="textWrapping"/>
            </w:r>
            <w:r>
              <w:rPr>
                <w:rFonts w:hint="eastAsia"/>
                <w:sz w:val="21"/>
                <w:szCs w:val="21"/>
              </w:rPr>
              <w:t>                                                            年      月       日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</w:tbl>
    <w:p>
      <w:pPr>
        <w:spacing w:line="400" w:lineRule="exac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5NTllMDA3OTE0MDBmOGU1MjY3MmQ2N2UxNjY5OTMifQ=="/>
  </w:docVars>
  <w:rsids>
    <w:rsidRoot w:val="1B5F6311"/>
    <w:rsid w:val="000001B0"/>
    <w:rsid w:val="00005BE3"/>
    <w:rsid w:val="00010DC3"/>
    <w:rsid w:val="00022464"/>
    <w:rsid w:val="000345B3"/>
    <w:rsid w:val="0004344B"/>
    <w:rsid w:val="00043F0B"/>
    <w:rsid w:val="00045BA1"/>
    <w:rsid w:val="000461B4"/>
    <w:rsid w:val="0005099C"/>
    <w:rsid w:val="00053B75"/>
    <w:rsid w:val="0006063D"/>
    <w:rsid w:val="0007118F"/>
    <w:rsid w:val="00071BE7"/>
    <w:rsid w:val="00073951"/>
    <w:rsid w:val="00090CBC"/>
    <w:rsid w:val="00096765"/>
    <w:rsid w:val="000C2978"/>
    <w:rsid w:val="000C7FE9"/>
    <w:rsid w:val="000F1EB7"/>
    <w:rsid w:val="000F274F"/>
    <w:rsid w:val="000F47AF"/>
    <w:rsid w:val="00100F57"/>
    <w:rsid w:val="00106587"/>
    <w:rsid w:val="00115298"/>
    <w:rsid w:val="001206A3"/>
    <w:rsid w:val="00127E1F"/>
    <w:rsid w:val="0013299A"/>
    <w:rsid w:val="00135E92"/>
    <w:rsid w:val="00136204"/>
    <w:rsid w:val="001418DF"/>
    <w:rsid w:val="001425FE"/>
    <w:rsid w:val="00157F21"/>
    <w:rsid w:val="00162BDE"/>
    <w:rsid w:val="00170853"/>
    <w:rsid w:val="00170ED6"/>
    <w:rsid w:val="00180FC7"/>
    <w:rsid w:val="00183398"/>
    <w:rsid w:val="001844E1"/>
    <w:rsid w:val="00184C50"/>
    <w:rsid w:val="001A1DCB"/>
    <w:rsid w:val="001C0497"/>
    <w:rsid w:val="001E0F18"/>
    <w:rsid w:val="001E323A"/>
    <w:rsid w:val="001F050A"/>
    <w:rsid w:val="001F22B4"/>
    <w:rsid w:val="002215E7"/>
    <w:rsid w:val="00223F2E"/>
    <w:rsid w:val="00227E64"/>
    <w:rsid w:val="00252392"/>
    <w:rsid w:val="002601EA"/>
    <w:rsid w:val="002606ED"/>
    <w:rsid w:val="0026706C"/>
    <w:rsid w:val="00271488"/>
    <w:rsid w:val="002B1C35"/>
    <w:rsid w:val="002C0817"/>
    <w:rsid w:val="002C1326"/>
    <w:rsid w:val="002C2A97"/>
    <w:rsid w:val="002D46A3"/>
    <w:rsid w:val="002F158B"/>
    <w:rsid w:val="00311DBC"/>
    <w:rsid w:val="00313901"/>
    <w:rsid w:val="00316B26"/>
    <w:rsid w:val="00323016"/>
    <w:rsid w:val="003311FE"/>
    <w:rsid w:val="00342424"/>
    <w:rsid w:val="00344301"/>
    <w:rsid w:val="0034734D"/>
    <w:rsid w:val="003547D2"/>
    <w:rsid w:val="00363777"/>
    <w:rsid w:val="003654B6"/>
    <w:rsid w:val="0036581C"/>
    <w:rsid w:val="00375E86"/>
    <w:rsid w:val="00376645"/>
    <w:rsid w:val="00381430"/>
    <w:rsid w:val="003A269C"/>
    <w:rsid w:val="003A2F97"/>
    <w:rsid w:val="003B21AE"/>
    <w:rsid w:val="003B3042"/>
    <w:rsid w:val="003B3E86"/>
    <w:rsid w:val="003C27EE"/>
    <w:rsid w:val="003C3C32"/>
    <w:rsid w:val="003D0C10"/>
    <w:rsid w:val="003D75F1"/>
    <w:rsid w:val="003F23BC"/>
    <w:rsid w:val="003F6EF7"/>
    <w:rsid w:val="00412C2B"/>
    <w:rsid w:val="004132C5"/>
    <w:rsid w:val="004230BE"/>
    <w:rsid w:val="00426CCA"/>
    <w:rsid w:val="0044524A"/>
    <w:rsid w:val="00453827"/>
    <w:rsid w:val="004541D5"/>
    <w:rsid w:val="00456BAA"/>
    <w:rsid w:val="004640FD"/>
    <w:rsid w:val="004651DF"/>
    <w:rsid w:val="00481FC7"/>
    <w:rsid w:val="00485540"/>
    <w:rsid w:val="0048724F"/>
    <w:rsid w:val="004A172C"/>
    <w:rsid w:val="004B012C"/>
    <w:rsid w:val="004B15B7"/>
    <w:rsid w:val="004B3989"/>
    <w:rsid w:val="004B6AD2"/>
    <w:rsid w:val="004C6502"/>
    <w:rsid w:val="004D082E"/>
    <w:rsid w:val="004D4CA1"/>
    <w:rsid w:val="004D669C"/>
    <w:rsid w:val="004D6844"/>
    <w:rsid w:val="004E3AA6"/>
    <w:rsid w:val="004E7A7D"/>
    <w:rsid w:val="004F264B"/>
    <w:rsid w:val="005030DB"/>
    <w:rsid w:val="00505A47"/>
    <w:rsid w:val="00511E6A"/>
    <w:rsid w:val="00516ECA"/>
    <w:rsid w:val="005217F3"/>
    <w:rsid w:val="00530119"/>
    <w:rsid w:val="00531D82"/>
    <w:rsid w:val="00533BFD"/>
    <w:rsid w:val="005433E6"/>
    <w:rsid w:val="00547C1C"/>
    <w:rsid w:val="0055309F"/>
    <w:rsid w:val="00553128"/>
    <w:rsid w:val="005623F9"/>
    <w:rsid w:val="0056326A"/>
    <w:rsid w:val="00566AEB"/>
    <w:rsid w:val="005670D9"/>
    <w:rsid w:val="005734E1"/>
    <w:rsid w:val="005824E8"/>
    <w:rsid w:val="00586DB2"/>
    <w:rsid w:val="0059222F"/>
    <w:rsid w:val="005957F5"/>
    <w:rsid w:val="005961FA"/>
    <w:rsid w:val="005A1B27"/>
    <w:rsid w:val="005B3F61"/>
    <w:rsid w:val="005B5E1F"/>
    <w:rsid w:val="005D49A2"/>
    <w:rsid w:val="005D4DD5"/>
    <w:rsid w:val="005D501D"/>
    <w:rsid w:val="005E135F"/>
    <w:rsid w:val="005F39D9"/>
    <w:rsid w:val="00601DBB"/>
    <w:rsid w:val="0060293D"/>
    <w:rsid w:val="00603849"/>
    <w:rsid w:val="006063B1"/>
    <w:rsid w:val="00610386"/>
    <w:rsid w:val="006134F6"/>
    <w:rsid w:val="00625B5E"/>
    <w:rsid w:val="00633987"/>
    <w:rsid w:val="00641169"/>
    <w:rsid w:val="0064543D"/>
    <w:rsid w:val="006717BD"/>
    <w:rsid w:val="0067479E"/>
    <w:rsid w:val="00687852"/>
    <w:rsid w:val="006A5C82"/>
    <w:rsid w:val="006B2B83"/>
    <w:rsid w:val="006B5FC2"/>
    <w:rsid w:val="006B7DAB"/>
    <w:rsid w:val="006C4F21"/>
    <w:rsid w:val="006D46B5"/>
    <w:rsid w:val="006F78F1"/>
    <w:rsid w:val="007038D7"/>
    <w:rsid w:val="00703C7C"/>
    <w:rsid w:val="007112D3"/>
    <w:rsid w:val="00717963"/>
    <w:rsid w:val="00721573"/>
    <w:rsid w:val="00725700"/>
    <w:rsid w:val="00725D2F"/>
    <w:rsid w:val="0072708A"/>
    <w:rsid w:val="00727197"/>
    <w:rsid w:val="00733625"/>
    <w:rsid w:val="00733690"/>
    <w:rsid w:val="00734CC1"/>
    <w:rsid w:val="00741B04"/>
    <w:rsid w:val="007436D3"/>
    <w:rsid w:val="00765CCA"/>
    <w:rsid w:val="007723FA"/>
    <w:rsid w:val="00775273"/>
    <w:rsid w:val="007878AC"/>
    <w:rsid w:val="007A7C39"/>
    <w:rsid w:val="007B16F9"/>
    <w:rsid w:val="007B33E4"/>
    <w:rsid w:val="007B50AA"/>
    <w:rsid w:val="007C5474"/>
    <w:rsid w:val="007D280B"/>
    <w:rsid w:val="007D3A37"/>
    <w:rsid w:val="007D56B7"/>
    <w:rsid w:val="007E03DD"/>
    <w:rsid w:val="007E0BDF"/>
    <w:rsid w:val="008041C9"/>
    <w:rsid w:val="008050A3"/>
    <w:rsid w:val="00806BB7"/>
    <w:rsid w:val="00813A21"/>
    <w:rsid w:val="008226BE"/>
    <w:rsid w:val="008268A3"/>
    <w:rsid w:val="00826C36"/>
    <w:rsid w:val="0083483A"/>
    <w:rsid w:val="00846BF0"/>
    <w:rsid w:val="008674EF"/>
    <w:rsid w:val="00873507"/>
    <w:rsid w:val="00881A17"/>
    <w:rsid w:val="008876CD"/>
    <w:rsid w:val="00891313"/>
    <w:rsid w:val="00892A90"/>
    <w:rsid w:val="008A265C"/>
    <w:rsid w:val="008A38B3"/>
    <w:rsid w:val="008A5AB4"/>
    <w:rsid w:val="008B7FCE"/>
    <w:rsid w:val="008D2155"/>
    <w:rsid w:val="008E7973"/>
    <w:rsid w:val="008F65E3"/>
    <w:rsid w:val="0091004D"/>
    <w:rsid w:val="00910735"/>
    <w:rsid w:val="00912925"/>
    <w:rsid w:val="00913F53"/>
    <w:rsid w:val="00921D1D"/>
    <w:rsid w:val="00922380"/>
    <w:rsid w:val="0093397F"/>
    <w:rsid w:val="0094777B"/>
    <w:rsid w:val="00950F52"/>
    <w:rsid w:val="00953C37"/>
    <w:rsid w:val="0096640A"/>
    <w:rsid w:val="00967AE5"/>
    <w:rsid w:val="00987883"/>
    <w:rsid w:val="00993523"/>
    <w:rsid w:val="009944DB"/>
    <w:rsid w:val="009A18A8"/>
    <w:rsid w:val="009A408A"/>
    <w:rsid w:val="009B1B81"/>
    <w:rsid w:val="009B2AF7"/>
    <w:rsid w:val="009C5B29"/>
    <w:rsid w:val="009D273C"/>
    <w:rsid w:val="009D6F8C"/>
    <w:rsid w:val="009E3041"/>
    <w:rsid w:val="009E57B8"/>
    <w:rsid w:val="009F0AA2"/>
    <w:rsid w:val="00A00380"/>
    <w:rsid w:val="00A021FD"/>
    <w:rsid w:val="00A11AE2"/>
    <w:rsid w:val="00A13CD2"/>
    <w:rsid w:val="00A32736"/>
    <w:rsid w:val="00A36906"/>
    <w:rsid w:val="00A4051C"/>
    <w:rsid w:val="00A425C1"/>
    <w:rsid w:val="00A50A56"/>
    <w:rsid w:val="00A54D26"/>
    <w:rsid w:val="00A55AF4"/>
    <w:rsid w:val="00A579B7"/>
    <w:rsid w:val="00A606E1"/>
    <w:rsid w:val="00A8645D"/>
    <w:rsid w:val="00A87AED"/>
    <w:rsid w:val="00A904FD"/>
    <w:rsid w:val="00A959AB"/>
    <w:rsid w:val="00AA01A9"/>
    <w:rsid w:val="00AA2898"/>
    <w:rsid w:val="00AB7D19"/>
    <w:rsid w:val="00AC2B5C"/>
    <w:rsid w:val="00AC46B9"/>
    <w:rsid w:val="00AD5E37"/>
    <w:rsid w:val="00AE2AA7"/>
    <w:rsid w:val="00AF48A4"/>
    <w:rsid w:val="00B143DE"/>
    <w:rsid w:val="00B2009E"/>
    <w:rsid w:val="00B22E07"/>
    <w:rsid w:val="00B23B55"/>
    <w:rsid w:val="00B302B3"/>
    <w:rsid w:val="00B303F7"/>
    <w:rsid w:val="00B36554"/>
    <w:rsid w:val="00B37342"/>
    <w:rsid w:val="00B62772"/>
    <w:rsid w:val="00B62D5B"/>
    <w:rsid w:val="00B64538"/>
    <w:rsid w:val="00B7232E"/>
    <w:rsid w:val="00B77CD3"/>
    <w:rsid w:val="00B91DC1"/>
    <w:rsid w:val="00B9352C"/>
    <w:rsid w:val="00B95B56"/>
    <w:rsid w:val="00B962F6"/>
    <w:rsid w:val="00BB7861"/>
    <w:rsid w:val="00BC5BCF"/>
    <w:rsid w:val="00BC6017"/>
    <w:rsid w:val="00BD19BE"/>
    <w:rsid w:val="00C0020D"/>
    <w:rsid w:val="00C02429"/>
    <w:rsid w:val="00C0628A"/>
    <w:rsid w:val="00C1488E"/>
    <w:rsid w:val="00C17CDB"/>
    <w:rsid w:val="00C21B31"/>
    <w:rsid w:val="00C321E2"/>
    <w:rsid w:val="00C51A1F"/>
    <w:rsid w:val="00C63EA7"/>
    <w:rsid w:val="00C67865"/>
    <w:rsid w:val="00C75104"/>
    <w:rsid w:val="00C80C31"/>
    <w:rsid w:val="00C8639D"/>
    <w:rsid w:val="00CA5FA8"/>
    <w:rsid w:val="00CB0582"/>
    <w:rsid w:val="00CC5437"/>
    <w:rsid w:val="00CD2C75"/>
    <w:rsid w:val="00CD304E"/>
    <w:rsid w:val="00CD6543"/>
    <w:rsid w:val="00CD65C8"/>
    <w:rsid w:val="00CE07B1"/>
    <w:rsid w:val="00CE6F6D"/>
    <w:rsid w:val="00CE7458"/>
    <w:rsid w:val="00CF16F6"/>
    <w:rsid w:val="00CF3609"/>
    <w:rsid w:val="00CF429C"/>
    <w:rsid w:val="00D028C8"/>
    <w:rsid w:val="00D03845"/>
    <w:rsid w:val="00D13617"/>
    <w:rsid w:val="00D15D9C"/>
    <w:rsid w:val="00D23538"/>
    <w:rsid w:val="00D32660"/>
    <w:rsid w:val="00D3419A"/>
    <w:rsid w:val="00D34CB4"/>
    <w:rsid w:val="00D3691B"/>
    <w:rsid w:val="00D46521"/>
    <w:rsid w:val="00D57CFE"/>
    <w:rsid w:val="00D65496"/>
    <w:rsid w:val="00D66211"/>
    <w:rsid w:val="00D66242"/>
    <w:rsid w:val="00D90E4B"/>
    <w:rsid w:val="00D9219E"/>
    <w:rsid w:val="00DA347F"/>
    <w:rsid w:val="00DA4453"/>
    <w:rsid w:val="00DB0F95"/>
    <w:rsid w:val="00DC76BE"/>
    <w:rsid w:val="00DE2E8F"/>
    <w:rsid w:val="00DE4CC8"/>
    <w:rsid w:val="00DF182F"/>
    <w:rsid w:val="00DF5788"/>
    <w:rsid w:val="00DF7020"/>
    <w:rsid w:val="00DF772F"/>
    <w:rsid w:val="00E05DB0"/>
    <w:rsid w:val="00E07002"/>
    <w:rsid w:val="00E10759"/>
    <w:rsid w:val="00E1326F"/>
    <w:rsid w:val="00E15036"/>
    <w:rsid w:val="00E15A21"/>
    <w:rsid w:val="00E17076"/>
    <w:rsid w:val="00E17130"/>
    <w:rsid w:val="00E21EBC"/>
    <w:rsid w:val="00E3176D"/>
    <w:rsid w:val="00E31A9B"/>
    <w:rsid w:val="00E450D5"/>
    <w:rsid w:val="00E50958"/>
    <w:rsid w:val="00E516FE"/>
    <w:rsid w:val="00E522C4"/>
    <w:rsid w:val="00E546A2"/>
    <w:rsid w:val="00E5628B"/>
    <w:rsid w:val="00E71B88"/>
    <w:rsid w:val="00E75ACA"/>
    <w:rsid w:val="00E86E31"/>
    <w:rsid w:val="00E92E78"/>
    <w:rsid w:val="00E968CE"/>
    <w:rsid w:val="00EA683F"/>
    <w:rsid w:val="00EB66D7"/>
    <w:rsid w:val="00ED550D"/>
    <w:rsid w:val="00EE5E3D"/>
    <w:rsid w:val="00EF0184"/>
    <w:rsid w:val="00EF2A0B"/>
    <w:rsid w:val="00EF560B"/>
    <w:rsid w:val="00EF7835"/>
    <w:rsid w:val="00F063FA"/>
    <w:rsid w:val="00F067FC"/>
    <w:rsid w:val="00F25281"/>
    <w:rsid w:val="00F262EF"/>
    <w:rsid w:val="00F324BB"/>
    <w:rsid w:val="00F362E5"/>
    <w:rsid w:val="00F37DCF"/>
    <w:rsid w:val="00F45F18"/>
    <w:rsid w:val="00F4788D"/>
    <w:rsid w:val="00F52AD0"/>
    <w:rsid w:val="00F52C98"/>
    <w:rsid w:val="00F910B5"/>
    <w:rsid w:val="00F922F2"/>
    <w:rsid w:val="00F93DCA"/>
    <w:rsid w:val="00F94BC4"/>
    <w:rsid w:val="00FA18DB"/>
    <w:rsid w:val="00FA57E7"/>
    <w:rsid w:val="00FB53AA"/>
    <w:rsid w:val="00FC03CF"/>
    <w:rsid w:val="00FD2E47"/>
    <w:rsid w:val="00FE025F"/>
    <w:rsid w:val="00FF030D"/>
    <w:rsid w:val="05270847"/>
    <w:rsid w:val="0643012B"/>
    <w:rsid w:val="08960889"/>
    <w:rsid w:val="08F11B70"/>
    <w:rsid w:val="0A2B4C2F"/>
    <w:rsid w:val="0BA61BC8"/>
    <w:rsid w:val="0C944287"/>
    <w:rsid w:val="117A4372"/>
    <w:rsid w:val="124C5E0B"/>
    <w:rsid w:val="13CC1F61"/>
    <w:rsid w:val="17AD4C46"/>
    <w:rsid w:val="19A82E33"/>
    <w:rsid w:val="1A2857B8"/>
    <w:rsid w:val="1B5F6311"/>
    <w:rsid w:val="1C3A5BFA"/>
    <w:rsid w:val="1D7E2D00"/>
    <w:rsid w:val="217B00C2"/>
    <w:rsid w:val="262943BB"/>
    <w:rsid w:val="27456509"/>
    <w:rsid w:val="2ADD914C"/>
    <w:rsid w:val="2C455437"/>
    <w:rsid w:val="2FEF3104"/>
    <w:rsid w:val="3250601A"/>
    <w:rsid w:val="33A51551"/>
    <w:rsid w:val="345430DA"/>
    <w:rsid w:val="36A8406D"/>
    <w:rsid w:val="36D93242"/>
    <w:rsid w:val="3C1F500D"/>
    <w:rsid w:val="3CF86BA9"/>
    <w:rsid w:val="3D7D98C5"/>
    <w:rsid w:val="3DE72CFE"/>
    <w:rsid w:val="3E645287"/>
    <w:rsid w:val="3F0D52AB"/>
    <w:rsid w:val="41BB4D27"/>
    <w:rsid w:val="41D560E8"/>
    <w:rsid w:val="44B268E0"/>
    <w:rsid w:val="47EF7298"/>
    <w:rsid w:val="48422855"/>
    <w:rsid w:val="4E9560C0"/>
    <w:rsid w:val="4F4F4826"/>
    <w:rsid w:val="52B71E3C"/>
    <w:rsid w:val="52E16D8D"/>
    <w:rsid w:val="53C04A50"/>
    <w:rsid w:val="590A7D46"/>
    <w:rsid w:val="59F80835"/>
    <w:rsid w:val="5D0C7A18"/>
    <w:rsid w:val="5D192B30"/>
    <w:rsid w:val="5DEF309A"/>
    <w:rsid w:val="5FBAD26C"/>
    <w:rsid w:val="5FBF440A"/>
    <w:rsid w:val="5FC8FAE3"/>
    <w:rsid w:val="5FFFF660"/>
    <w:rsid w:val="60287A6A"/>
    <w:rsid w:val="622D3E4C"/>
    <w:rsid w:val="62C65F30"/>
    <w:rsid w:val="63D770BE"/>
    <w:rsid w:val="64A85ECB"/>
    <w:rsid w:val="6D535020"/>
    <w:rsid w:val="70243E80"/>
    <w:rsid w:val="73FB23F2"/>
    <w:rsid w:val="75FCCF15"/>
    <w:rsid w:val="77607519"/>
    <w:rsid w:val="77FB8769"/>
    <w:rsid w:val="79DB0184"/>
    <w:rsid w:val="7A3ED367"/>
    <w:rsid w:val="7AEF296B"/>
    <w:rsid w:val="7B407862"/>
    <w:rsid w:val="7B7B7EAC"/>
    <w:rsid w:val="7EFD6533"/>
    <w:rsid w:val="7F7FEA34"/>
    <w:rsid w:val="7FAC430F"/>
    <w:rsid w:val="AEFEB6CB"/>
    <w:rsid w:val="B3FFF8A5"/>
    <w:rsid w:val="BF97B8FA"/>
    <w:rsid w:val="D3EACCBA"/>
    <w:rsid w:val="D76D0D1A"/>
    <w:rsid w:val="DD1FCB7B"/>
    <w:rsid w:val="DF472DD5"/>
    <w:rsid w:val="DFAB8B9F"/>
    <w:rsid w:val="DFD96B5B"/>
    <w:rsid w:val="EDF961AA"/>
    <w:rsid w:val="F3FF6597"/>
    <w:rsid w:val="F6A1CC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page number"/>
    <w:basedOn w:val="8"/>
    <w:qFormat/>
    <w:uiPriority w:val="0"/>
  </w:style>
  <w:style w:type="character" w:styleId="10">
    <w:name w:val="Emphasis"/>
    <w:basedOn w:val="8"/>
    <w:qFormat/>
    <w:uiPriority w:val="0"/>
    <w:rPr>
      <w:i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customStyle="1" w:styleId="12">
    <w:name w:val="列出段落1"/>
    <w:basedOn w:val="1"/>
    <w:qFormat/>
    <w:uiPriority w:val="99"/>
    <w:pPr>
      <w:ind w:firstLine="420" w:firstLineChars="200"/>
    </w:pPr>
  </w:style>
  <w:style w:type="character" w:customStyle="1" w:styleId="13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greatwall/D:\home\greatwall\C:\Documents%20and%20Settings\Administrator\Application%20Data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Microsoft</Company>
  <Pages>2</Pages>
  <Words>620</Words>
  <Characters>621</Characters>
  <Lines>7</Lines>
  <Paragraphs>2</Paragraphs>
  <TotalTime>3</TotalTime>
  <ScaleCrop>false</ScaleCrop>
  <LinksUpToDate>false</LinksUpToDate>
  <CharactersWithSpaces>799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2018-12-09T18:55:00Z</dcterms:created>
  <dc:creator>雪舞空凌</dc:creator>
  <cp:lastModifiedBy>greatwall</cp:lastModifiedBy>
  <cp:lastPrinted>2020-10-24T23:42:00Z</cp:lastPrinted>
  <dcterms:modified xsi:type="dcterms:W3CDTF">2023-09-19T15:29:22Z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57CA16C0B5BE49E798A2A6AC1BEC8DD5_12</vt:lpwstr>
  </property>
</Properties>
</file>